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282" w:rsidRDefault="003E4D60" w:rsidP="003A6F48">
      <w:r>
        <w:rPr>
          <w:noProof/>
          <w:lang w:eastAsia="ru-RU"/>
        </w:rPr>
        <w:drawing>
          <wp:inline distT="0" distB="0" distL="0" distR="0">
            <wp:extent cx="3838575" cy="44291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575" cy="442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3848100" cy="714375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4D60" w:rsidRDefault="003E4D60" w:rsidP="003A6F48"/>
    <w:p w:rsidR="003E4D60" w:rsidRDefault="003E4D60" w:rsidP="003A6F48"/>
    <w:p w:rsidR="003E4D60" w:rsidRDefault="003E4D60" w:rsidP="003A6F48"/>
    <w:p w:rsidR="003E4D60" w:rsidRDefault="003E4D60" w:rsidP="003A6F48"/>
    <w:p w:rsidR="003E4D60" w:rsidRDefault="003E4D60" w:rsidP="003A6F48">
      <w:r>
        <w:rPr>
          <w:noProof/>
          <w:lang w:eastAsia="ru-RU"/>
        </w:rPr>
        <w:lastRenderedPageBreak/>
        <w:drawing>
          <wp:inline distT="0" distB="0" distL="0" distR="0">
            <wp:extent cx="3914775" cy="3009900"/>
            <wp:effectExtent l="1905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4775" cy="3009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3743325" cy="2266950"/>
            <wp:effectExtent l="19050" t="0" r="952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2266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108D" w:rsidRDefault="00CC108D" w:rsidP="003A6F48"/>
    <w:p w:rsidR="00CC108D" w:rsidRDefault="00CC108D" w:rsidP="003A6F48"/>
    <w:p w:rsidR="00CC108D" w:rsidRDefault="00CC108D" w:rsidP="003A6F48"/>
    <w:p w:rsidR="00CC108D" w:rsidRDefault="00CC108D" w:rsidP="003A6F48"/>
    <w:p w:rsidR="00CC108D" w:rsidRPr="00CC108D" w:rsidRDefault="00CC108D" w:rsidP="00CC108D">
      <w:pPr>
        <w:jc w:val="center"/>
        <w:rPr>
          <w:b/>
        </w:rPr>
      </w:pPr>
      <w:r w:rsidRPr="00CC108D">
        <w:rPr>
          <w:b/>
        </w:rPr>
        <w:lastRenderedPageBreak/>
        <w:t>Используемый источник</w:t>
      </w:r>
    </w:p>
    <w:p w:rsidR="00CC108D" w:rsidRPr="00910C53" w:rsidRDefault="00CC108D" w:rsidP="00CC108D">
      <w:pPr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Глазков Ю.А. и др. Самостоятельные и контрольные работы по алгебре: 9 класс. – М.: Экзамен, 2013.</w:t>
      </w:r>
    </w:p>
    <w:p w:rsidR="00CC108D" w:rsidRPr="003A6F48" w:rsidRDefault="00CC108D" w:rsidP="003A6F48"/>
    <w:sectPr w:rsidR="00CC108D" w:rsidRPr="003A6F48" w:rsidSect="003A6F48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8C218A"/>
    <w:multiLevelType w:val="hybridMultilevel"/>
    <w:tmpl w:val="B6263EBE"/>
    <w:lvl w:ilvl="0" w:tplc="4EEC43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C3E17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03C25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E6610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D02E3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B1C86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40862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F6002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F5AEB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attachedTemplate r:id="rId1"/>
  <w:defaultTabStop w:val="708"/>
  <w:drawingGridHorizontalSpacing w:val="120"/>
  <w:displayHorizontalDrawingGridEvery w:val="2"/>
  <w:characterSpacingControl w:val="doNotCompress"/>
  <w:compat/>
  <w:rsids>
    <w:rsidRoot w:val="003E4D60"/>
    <w:rsid w:val="00085085"/>
    <w:rsid w:val="000D346C"/>
    <w:rsid w:val="00205282"/>
    <w:rsid w:val="003A6F48"/>
    <w:rsid w:val="003E4D60"/>
    <w:rsid w:val="00CC10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2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4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4D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rissa\Desktop\&#1052;&#1086;&#1081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Мой</Template>
  <TotalTime>3</TotalTime>
  <Pages>2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Larissa</dc:creator>
  <cp:lastModifiedBy>Larissa</cp:lastModifiedBy>
  <cp:revision>2</cp:revision>
  <dcterms:created xsi:type="dcterms:W3CDTF">2015-08-20T16:42:00Z</dcterms:created>
  <dcterms:modified xsi:type="dcterms:W3CDTF">2015-08-20T20:48:00Z</dcterms:modified>
</cp:coreProperties>
</file>